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1492" w:top="1680" w:bottom="280" w:left="1120" w:right="1160"/>
          <w:headerReference w:type="default" r:id="rId7"/>
          <w:type w:val="continuous"/>
          <w:pgSz w:w="12240" w:h="15840"/>
        </w:sectPr>
      </w:pPr>
      <w:rPr/>
    </w:p>
    <w:p>
      <w:pPr>
        <w:spacing w:before="38" w:after="0" w:line="370" w:lineRule="auto"/>
        <w:ind w:left="117" w:right="-49" w:firstLine="298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above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skeleto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program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calle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Thoma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Aquina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College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rationale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thereof.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natural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effect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course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good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accountants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good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car­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penters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good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musicians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good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tends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regarde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impractical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fact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people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cannot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neglect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type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question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raise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answer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except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people'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own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peril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matter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basic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good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life.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decade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experience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confirme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College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convictio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indee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beneficial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deeply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Were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ours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committe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along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these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lines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face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remarkabl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4"/>
        </w:rPr>
        <w:t>changed-i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direction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justice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virtues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general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happiness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finally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directio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true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freedom.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55" w:after="0" w:line="240" w:lineRule="auto"/>
        <w:ind w:left="7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w w:val="78"/>
          <w:b/>
          <w:bCs/>
        </w:rPr>
        <w:t>Liberal</w:t>
      </w:r>
      <w:r>
        <w:rPr>
          <w:rFonts w:ascii="Times New Roman" w:hAnsi="Times New Roman" w:cs="Times New Roman" w:eastAsia="Times New Roman"/>
          <w:sz w:val="25"/>
          <w:szCs w:val="25"/>
          <w:spacing w:val="-2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3"/>
          <w:b/>
          <w:bCs/>
        </w:rPr>
        <w:t>Educatio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b/>
          <w:bCs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-3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b/>
          <w:bCs/>
        </w:rPr>
        <w:t>and</w:t>
      </w:r>
      <w:r>
        <w:rPr>
          <w:rFonts w:ascii="Times New Roman" w:hAnsi="Times New Roman" w:cs="Times New Roman" w:eastAsia="Times New Roman"/>
          <w:sz w:val="25"/>
          <w:szCs w:val="25"/>
          <w:spacing w:val="-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b/>
          <w:bCs/>
        </w:rPr>
        <w:t>th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84"/>
          <w:b/>
          <w:bCs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-12"/>
          <w:w w:val="84"/>
          <w:b/>
          <w:bCs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  <w:b/>
          <w:bCs/>
        </w:rPr>
        <w:t>Humanities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88" w:after="0" w:line="240" w:lineRule="auto"/>
        <w:ind w:left="4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w w:val="77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w w:val="78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Marcu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Berquist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5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81"/>
          <w:i/>
        </w:rPr>
        <w:t>Tutor</w:t>
      </w:r>
      <w:r>
        <w:rPr>
          <w:rFonts w:ascii="Times New Roman" w:hAnsi="Times New Roman" w:cs="Times New Roman" w:eastAsia="Times New Roman"/>
          <w:sz w:val="16"/>
          <w:szCs w:val="16"/>
          <w:spacing w:val="7"/>
          <w:w w:val="81"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81"/>
          <w:i/>
        </w:rPr>
        <w:t>Thomas</w:t>
      </w:r>
      <w:r>
        <w:rPr>
          <w:rFonts w:ascii="Times New Roman" w:hAnsi="Times New Roman" w:cs="Times New Roman" w:eastAsia="Times New Roman"/>
          <w:sz w:val="16"/>
          <w:szCs w:val="16"/>
          <w:spacing w:val="13"/>
          <w:w w:val="81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81"/>
          <w:i/>
        </w:rPr>
        <w:t>Aquina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81"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81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7"/>
          <w:i/>
        </w:rPr>
        <w:t>College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8"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-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i/>
        </w:rPr>
        <w:t>1972-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79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65.175323pt;margin-top:3.443616pt;width:18.406619pt;height:24.5pt;mso-position-horizontal-relative:page;mso-position-vertical-relative:paragraph;z-index:-303" type="#_x0000_t202" filled="f" stroked="f">
            <v:textbox inset="0,0,0,0">
              <w:txbxContent>
                <w:p>
                  <w:pPr>
                    <w:spacing w:before="0" w:after="0" w:line="490" w:lineRule="exact"/>
                    <w:ind w:right="-114"/>
                    <w:jc w:val="left"/>
                    <w:rPr>
                      <w:rFonts w:ascii="Arial" w:hAnsi="Arial" w:cs="Arial" w:eastAsia="Arial"/>
                      <w:sz w:val="49"/>
                      <w:szCs w:val="49"/>
                    </w:rPr>
                  </w:pPr>
                  <w:rPr/>
                  <w:r>
                    <w:rPr>
                      <w:rFonts w:ascii="Arial" w:hAnsi="Arial" w:cs="Arial" w:eastAsia="Arial"/>
                      <w:sz w:val="49"/>
                      <w:szCs w:val="49"/>
                      <w:spacing w:val="-74"/>
                      <w:w w:val="110"/>
                      <w:position w:val="-1"/>
                    </w:rPr>
                    <w:t>M</w:t>
                  </w:r>
                  <w:r>
                    <w:rPr>
                      <w:rFonts w:ascii="Arial" w:hAnsi="Arial" w:cs="Arial" w:eastAsia="Arial"/>
                      <w:sz w:val="49"/>
                      <w:szCs w:val="4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modem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educators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devote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ideal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ac­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69" w:lineRule="auto"/>
        <w:ind w:right="62" w:firstLine="379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ademic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freedom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maintai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institution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highe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learn­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commit</w:t>
      </w:r>
      <w:r>
        <w:rPr>
          <w:rFonts w:ascii="Times New Roman" w:hAnsi="Times New Roman" w:cs="Times New Roman" w:eastAsia="Times New Roman"/>
          <w:sz w:val="17"/>
          <w:szCs w:val="17"/>
          <w:spacing w:val="2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themselve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particula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philosophical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tradition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Presumably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eithe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because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regar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central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philosophical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issue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beyon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resolution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because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believe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resolutio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issue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determinate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enoug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basi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communit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learning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However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althoug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dis­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claim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responsibilit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universe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large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college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university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hardl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escape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own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affairs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8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particular,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must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divide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own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curriculum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doin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so,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must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perforce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make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certai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assumption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about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variou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discipline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matter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treat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tional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consequence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these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assumption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seldom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remarked.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364" w:lineRule="auto"/>
        <w:ind w:right="65" w:firstLine="309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purpos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here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examine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basic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divisio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which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usuall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take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granted: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divisio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curriculum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humanities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shall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examine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criticize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division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assumption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underlie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assumptions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encourage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stud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withi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framework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since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make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divisio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clearl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identif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humanities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shall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examine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latte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determine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how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reasonable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identificatio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3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contrast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discussio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2"/>
        </w:rPr>
        <w:t>will</w:t>
      </w:r>
      <w:r>
        <w:rPr>
          <w:rFonts w:ascii="Arial" w:hAnsi="Arial" w:cs="Arial" w:eastAsia="Arial"/>
          <w:sz w:val="19"/>
          <w:szCs w:val="19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include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account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olde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traditio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these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same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matters.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65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65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5"/>
          <w:i/>
        </w:rPr>
        <w:t>"Sciences"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65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5"/>
          <w:i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32"/>
          <w:w w:val="65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1"/>
          <w:i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71"/>
          <w:i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2"/>
          <w:i/>
        </w:rPr>
        <w:t>"Humanities"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96" w:after="0" w:line="367" w:lineRule="auto"/>
        <w:ind w:left="4" w:right="71" w:firstLine="302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begin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asking: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discipline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"sciences"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"humanities"?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then: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divide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2"/>
        </w:rPr>
        <w:t>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how</w:t>
      </w:r>
      <w:r>
        <w:rPr>
          <w:rFonts w:ascii="Times New Roman" w:hAnsi="Times New Roman" w:cs="Times New Roman" w:eastAsia="Times New Roman"/>
          <w:sz w:val="17"/>
          <w:szCs w:val="17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currentl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understood?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Roughly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division: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philosophy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history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literature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considere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humanities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while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physics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chemistry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biology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like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considere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sciences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dispute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about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borderline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cases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social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sciences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seem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widespread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agreement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about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aforesai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disciplines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sufficient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8" w:after="0" w:line="192" w:lineRule="exact"/>
        <w:ind w:left="7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argument.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680" w:bottom="280" w:left="1120" w:right="1160"/>
          <w:cols w:num="2" w:equalWidth="0">
            <w:col w:w="3760" w:space="2420"/>
            <w:col w:w="3780"/>
          </w:cols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2" w:after="0" w:line="240" w:lineRule="auto"/>
        <w:ind w:left="1888" w:right="-20"/>
        <w:jc w:val="left"/>
        <w:tabs>
          <w:tab w:pos="7920" w:val="left"/>
        </w:tabs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>74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-2"/>
        </w:rPr>
      </w:r>
      <w:r>
        <w:rPr>
          <w:rFonts w:ascii="Courier New" w:hAnsi="Courier New" w:cs="Courier New" w:eastAsia="Courier New"/>
          <w:sz w:val="18"/>
          <w:szCs w:val="18"/>
          <w:spacing w:val="0"/>
          <w:w w:val="66"/>
          <w:position w:val="0"/>
        </w:rPr>
        <w:t>75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680" w:bottom="280" w:left="1120" w:right="1160"/>
        </w:sectPr>
      </w:pPr>
      <w:rPr/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1492" w:footer="0" w:top="1680" w:bottom="280" w:left="1100" w:right="1120"/>
          <w:headerReference w:type="default" r:id="rId8"/>
          <w:pgSz w:w="12240" w:h="15840"/>
        </w:sectPr>
      </w:pPr>
      <w:rPr/>
    </w:p>
    <w:p>
      <w:pPr>
        <w:spacing w:before="38" w:after="0" w:line="371" w:lineRule="auto"/>
        <w:ind w:left="106" w:right="-49" w:firstLine="310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Now,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reaso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division?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why,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particular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philosoph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classe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literature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history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rathe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sciences?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Perhap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helpful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ex­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amine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term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"humanities":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doub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use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derive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specialize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sense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here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point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naming,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must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involve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some</w:t>
      </w:r>
      <w:r>
        <w:rPr>
          <w:rFonts w:ascii="Times New Roman" w:hAnsi="Times New Roman" w:cs="Times New Roman" w:eastAsia="Times New Roman"/>
          <w:sz w:val="17"/>
          <w:szCs w:val="17"/>
          <w:spacing w:val="3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reference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primitive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meaning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do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term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"humanities;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'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getting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"human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"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intelligible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interpretatio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term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involve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some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reference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man: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does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makes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thinks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Accord­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ingly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seem</w:t>
      </w:r>
      <w:r>
        <w:rPr>
          <w:rFonts w:ascii="Times New Roman" w:hAnsi="Times New Roman" w:cs="Times New Roman" w:eastAsia="Times New Roman"/>
          <w:sz w:val="17"/>
          <w:szCs w:val="17"/>
          <w:spacing w:val="31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certai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discipline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name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"humani­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"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because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about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pre-eminentl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referre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some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way.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w w:val="71"/>
          <w:i/>
        </w:rPr>
        <w:t>Distinguishin</w:t>
      </w:r>
      <w:r>
        <w:rPr>
          <w:rFonts w:ascii="Times New Roman" w:hAnsi="Times New Roman" w:cs="Times New Roman" w:eastAsia="Times New Roman"/>
          <w:sz w:val="22"/>
          <w:szCs w:val="22"/>
          <w:w w:val="72"/>
          <w:i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3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0"/>
          <w:i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1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2"/>
          <w:i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72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5"/>
          <w:i/>
        </w:rPr>
        <w:t>Natural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3"/>
          <w:i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73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6"/>
          <w:i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76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6"/>
          <w:i/>
        </w:rPr>
        <w:t>Human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85" w:after="0" w:line="369" w:lineRule="auto"/>
        <w:ind w:left="102" w:right="-40" w:firstLine="310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If</w:t>
      </w:r>
      <w:r>
        <w:rPr>
          <w:rFonts w:ascii="Arial" w:hAnsi="Arial" w:cs="Arial" w:eastAsia="Arial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so,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seem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distinctio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natural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crucial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here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understood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nowadays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virtuall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same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natural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while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literature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concerne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affairs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literature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itsel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artifact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likel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divisio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sci­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humanitie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base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upon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distinctio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between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natural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But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regard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philosophy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difficult;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nevertheless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do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philosophy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amon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humanitie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regar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present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sense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example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commonplace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philosoph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inte­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gratin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discipline;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put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varietie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experi­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ence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togethe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determine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overall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mean­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significance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become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quite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clea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literature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subject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significance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currentl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understood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means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significance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have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become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standpoint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viewe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princi­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ple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whereb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studie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ordered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Otherwise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said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studie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lac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"relevance.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"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Furthermore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metho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studying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philosoph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become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increasingl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historical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moder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times.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Researc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teachin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have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turne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awa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realit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itsel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its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cause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have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fixe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upon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man'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variou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attempts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understan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reality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upon</w:t>
      </w:r>
      <w:r>
        <w:rPr>
          <w:rFonts w:ascii="Times New Roman" w:hAnsi="Times New Roman" w:cs="Times New Roman" w:eastAsia="Times New Roman"/>
          <w:sz w:val="17"/>
          <w:szCs w:val="17"/>
          <w:spacing w:val="3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variet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philosophi­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240" w:lineRule="auto"/>
        <w:ind w:left="106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w w:val="77"/>
        </w:rPr>
        <w:t>cal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system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produce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process.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4" w:after="0" w:line="370" w:lineRule="auto"/>
        <w:ind w:left="22" w:right="60" w:firstLine="321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Comin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heart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discussion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humanitie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identifie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lib­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eral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hea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frequent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statement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effect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humanitie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core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ofliberal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suggest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humanitie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whole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least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part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make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surprisin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3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reflect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upon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typical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modem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understandin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directe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freedom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free­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understoo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liberatio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vent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full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expressio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humanity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humanize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him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inasmuc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enable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him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become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himself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studie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accomplis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calle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"humanities:'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0" w:after="0" w:line="369" w:lineRule="auto"/>
        <w:ind w:left="22" w:right="66" w:firstLine="313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rathe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puzzling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course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spea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becoming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himsel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£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several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understandin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seem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mea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present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context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become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himself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more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full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throug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self-discover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self-awareness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Since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art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lit­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erature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history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philosoph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expression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humanity,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become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consciou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ofhimsel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throug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studyin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view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liberate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insofa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humanized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humanize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becomin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consciou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himsel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throug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study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culture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studie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same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humane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studies.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0" w:after="0" w:line="370" w:lineRule="auto"/>
        <w:ind w:left="15" w:right="74" w:firstLine="306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w w:val="86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sig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0"/>
          <w:w w:val="8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right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trac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wa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theol­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ogy-the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stud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God-ha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recentl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joine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humanitie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transforme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int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"religiou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studies.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"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significant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only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because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unde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name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because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name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£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God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religiou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being-He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religion.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Religio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somethin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3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particula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reli­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God.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focu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shifte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God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man,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wherea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theologian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use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spea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about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God,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student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re­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ligio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discus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variou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thought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about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God,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"fait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experiences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"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variou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communities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forth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humanistic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orientation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supposed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religiou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studie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have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lon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last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become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w w:val="74"/>
          <w:i/>
        </w:rPr>
        <w:t>Anomalie</w:t>
      </w:r>
      <w:r>
        <w:rPr>
          <w:rFonts w:ascii="Times New Roman" w:hAnsi="Times New Roman" w:cs="Times New Roman" w:eastAsia="Times New Roman"/>
          <w:sz w:val="22"/>
          <w:szCs w:val="22"/>
          <w:w w:val="75"/>
          <w:i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4"/>
          <w:i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5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2"/>
          <w:i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5"/>
          <w:i/>
        </w:rPr>
        <w:t>Moder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6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3"/>
          <w:i/>
        </w:rPr>
        <w:t>Curriculum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302" w:lineRule="exact"/>
        <w:ind w:left="11" w:right="87" w:firstLine="310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seems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therefore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certai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discipline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called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"humanities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"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describe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because</w:t>
      </w:r>
      <w:r>
        <w:rPr>
          <w:rFonts w:ascii="Times New Roman" w:hAnsi="Times New Roman" w:cs="Times New Roman" w:eastAsia="Times New Roman"/>
          <w:sz w:val="17"/>
          <w:szCs w:val="17"/>
          <w:spacing w:val="3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sup­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pose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about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cente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3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aroun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him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some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Let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1680" w:bottom="280" w:left="1100" w:right="1120"/>
          <w:cols w:num="2" w:equalWidth="0">
            <w:col w:w="3786" w:space="2396"/>
            <w:col w:w="3838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5" w:after="0" w:line="240" w:lineRule="auto"/>
        <w:ind w:left="1857" w:right="-20"/>
        <w:jc w:val="left"/>
        <w:tabs>
          <w:tab w:pos="796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76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77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680" w:bottom="280" w:left="1100" w:right="1120"/>
        </w:sectPr>
      </w:pPr>
      <w:rPr/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1492" w:footer="0" w:top="1680" w:bottom="280" w:left="1060" w:right="1100"/>
          <w:headerReference w:type="default" r:id="rId9"/>
          <w:pgSz w:w="12240" w:h="15840"/>
        </w:sectPr>
      </w:pPr>
      <w:rPr/>
    </w:p>
    <w:p>
      <w:pPr>
        <w:spacing w:before="38" w:after="0" w:line="240" w:lineRule="auto"/>
        <w:ind w:left="127" w:right="2471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examine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auto"/>
        <w:ind w:left="120" w:right="-49" w:firstLine="310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loo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classifie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hu­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manities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immediatel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perceive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certai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anomalies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First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all,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fin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philosophers-notabl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Plat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Aristotle­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hol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philosoph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primaril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concerne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3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But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structure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moder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curriculum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reject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view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framewor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within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work,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perennial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issue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philosoph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rath­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abruptl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settled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least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definite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leanin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towar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particula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settlement.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3" w:after="0" w:line="371" w:lineRule="auto"/>
        <w:ind w:left="120" w:right="-48" w:firstLine="313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Secondly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natural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treat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man,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part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might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why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humanitie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therefore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classe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part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natural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doub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some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point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distinguishin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natural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(for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everyone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so)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;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however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difficult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how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appeal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self-evidence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distinctio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3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present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case,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everyone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likewise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agree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philosoph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properl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study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nature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hol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philosoph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na­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ture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well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things.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0" w:after="0" w:line="186" w:lineRule="exact"/>
        <w:ind w:left="426" w:right="-47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Thirdly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traditional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arts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were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conceive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70" w:lineRule="auto"/>
        <w:ind w:left="116" w:right="-42" w:firstLine="4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introductio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8"/>
        </w:rPr>
        <w:t>do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favo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wa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divid­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0"/>
        </w:rPr>
        <w:t>ingthe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curriculum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Logic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example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part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trivium,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presumabl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important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scientist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humanist,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perhap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more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so.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Furthermore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art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comprise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</w:rPr>
        <w:t>quadrivium-geometr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9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astronomy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arithmetic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music­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mathematical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astronom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music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explai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subject-matter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mathematical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clusively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since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explanation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proportione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beginners.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probabl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part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ancient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learnin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more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like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conceive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moder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3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natural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pre­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dominantl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mathematical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method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vie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identi­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art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humanitie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cannot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claim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continuit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with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olde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traditio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ofliberal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education.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1" w:right="143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71"/>
          <w:b/>
          <w:bCs/>
          <w:i/>
        </w:rPr>
        <w:t>Anothe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71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1"/>
          <w:b/>
          <w:bCs/>
          <w:i/>
        </w:rPr>
        <w:t>View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71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6"/>
          <w:b/>
          <w:bCs/>
          <w:i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0"/>
          <w:b/>
          <w:bCs/>
          <w:i/>
        </w:rPr>
        <w:t>Liberal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7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0"/>
          <w:b/>
          <w:bCs/>
          <w:i/>
        </w:rPr>
        <w:t>Education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302" w:lineRule="exact"/>
        <w:ind w:left="116" w:right="-35" w:firstLine="306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These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difficulties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amon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others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immediatel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arise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accept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moder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distinctio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hu­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manities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were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propose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refute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conclusively,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50" w:after="0" w:line="370" w:lineRule="auto"/>
        <w:ind w:left="15" w:right="73" w:firstLine="4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prepare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alternate</w:t>
      </w:r>
      <w:r>
        <w:rPr>
          <w:rFonts w:ascii="Times New Roman" w:hAnsi="Times New Roman" w:cs="Times New Roman" w:eastAsia="Times New Roman"/>
          <w:sz w:val="17"/>
          <w:szCs w:val="17"/>
          <w:spacing w:val="-1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vie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division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studies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view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course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back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essentials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best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Gree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learning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presentatio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involve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deepe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criticism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moder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cur­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riculum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consequences.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370" w:lineRule="auto"/>
        <w:ind w:left="7" w:right="59" w:firstLine="317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begi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with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define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free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modern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do,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althoug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understanding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freedom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somewhat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different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theirs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free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live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himsel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sense: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realize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withi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himsel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joine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own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person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contraste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slave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good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latte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realize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activit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exist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things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free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whos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intrinsic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meaning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befit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perso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enable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him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live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way.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0" w:after="0" w:line="370" w:lineRule="auto"/>
        <w:ind w:right="74" w:firstLine="317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some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immediatel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dismis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distinctio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servile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somethin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entirel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relative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societies-happil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3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lon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gone-i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were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master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slaves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But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here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do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mea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3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slavery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condition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certai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certai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place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certai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times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Rathe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thinkin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universal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slaver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oppresse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8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human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Aristotle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says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bondage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despite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legal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freedom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boast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bette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part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live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take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up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action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onl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necessary;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desirable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themselve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part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happiness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neede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somethin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else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somethin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else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often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more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simpl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continue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exist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Alread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live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take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up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sleep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subtract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time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spent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necessar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work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amusement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necessar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),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remainde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preciou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little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hardl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enough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quantit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quality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justif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trouble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ofliving.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368" w:lineRule="auto"/>
        <w:ind w:right="91" w:firstLine="313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Perhap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most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bitte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part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conditio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bondage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intelligence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spite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bein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best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most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divine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spend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nearl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time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effort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carin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body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little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£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prope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8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good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intelligence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trut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because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necessities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mortal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compelle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aside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quest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wisdom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240" w:lineRule="auto"/>
        <w:ind w:left="4" w:right="106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atten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inferio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part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30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03"/>
        </w:rPr>
        <w:t>n</w:t>
      </w:r>
      <w:r>
        <w:rPr>
          <w:rFonts w:ascii="Arial" w:hAnsi="Arial" w:cs="Arial" w:eastAsia="Arial"/>
          <w:sz w:val="17"/>
          <w:szCs w:val="17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consequence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1680" w:bottom="280" w:left="1060" w:right="1100"/>
          <w:cols w:num="2" w:equalWidth="0">
            <w:col w:w="3816" w:space="2424"/>
            <w:col w:w="384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41" w:after="0" w:line="240" w:lineRule="auto"/>
        <w:ind w:left="1897" w:right="-20"/>
        <w:jc w:val="left"/>
        <w:tabs>
          <w:tab w:pos="800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83"/>
          <w:position w:val="1"/>
        </w:rPr>
        <w:t>78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83"/>
          <w:position w:val="0"/>
        </w:rPr>
        <w:t>79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680" w:bottom="280" w:left="1060" w:right="110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1459" w:footer="0" w:top="1660" w:bottom="280" w:left="1080" w:right="1140"/>
          <w:headerReference w:type="default" r:id="rId10"/>
          <w:pgSz w:w="12240" w:h="15840"/>
        </w:sectPr>
      </w:pPr>
      <w:rPr/>
    </w:p>
    <w:p>
      <w:pPr>
        <w:spacing w:before="50" w:after="0" w:line="240" w:lineRule="auto"/>
        <w:ind w:left="116" w:right="-47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intrinsicall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worthwhile;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alway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preparin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hap­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16" w:right="2138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py,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happy.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3" w:right="104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71"/>
          <w:i/>
        </w:rPr>
        <w:t>Liberal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71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2"/>
          <w:i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3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9"/>
          <w:i/>
        </w:rPr>
        <w:t>Ordere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9"/>
          <w:i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69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6"/>
          <w:i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7"/>
          <w:i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3"/>
          <w:i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73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3"/>
          <w:i/>
        </w:rPr>
        <w:t>Divine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94" w:after="0" w:line="368" w:lineRule="auto"/>
        <w:ind w:left="113" w:right="-51" w:firstLine="313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However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present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allo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some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leisure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some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9"/>
          <w:i/>
        </w:rPr>
        <w:t>us,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seek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exploit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leisure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might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achieve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freedom</w:t>
      </w:r>
      <w:r>
        <w:rPr>
          <w:rFonts w:ascii="Times New Roman" w:hAnsi="Times New Roman" w:cs="Times New Roman" w:eastAsia="Times New Roman"/>
          <w:sz w:val="17"/>
          <w:szCs w:val="17"/>
          <w:spacing w:val="3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possible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Accordingly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recte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kind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understandin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seeks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own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perfection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concerne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primaril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with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practical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</w:rPr>
        <w:t>knowledge-the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9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makin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doing-for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desirable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itself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3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0"/>
        </w:rPr>
        <w:t>If</w:t>
      </w:r>
      <w:r>
        <w:rPr>
          <w:rFonts w:ascii="Arial" w:hAnsi="Arial" w:cs="Arial" w:eastAsia="Arial"/>
          <w:sz w:val="18"/>
          <w:szCs w:val="18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have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practi­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cal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result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without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latter;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example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get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well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themselves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stud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medicine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We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might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free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does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desire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learnin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change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world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learn­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kin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change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worl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needs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While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can­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neglect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necessitie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find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freedom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primaril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2"/>
        </w:rPr>
        <w:t>theoretical-that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9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sought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worth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ofbein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8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sought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own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sake.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0" w:after="0" w:line="194" w:lineRule="exact"/>
        <w:ind w:left="426" w:right="-54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But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free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man'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happiness?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66" w:lineRule="auto"/>
        <w:ind w:left="116" w:right="-48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Surel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cannot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inferio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himsel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variou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expressions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humanity?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depen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upon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question: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most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excellent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are?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8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6"/>
        </w:rPr>
        <w:t>If</w:t>
      </w:r>
      <w:r>
        <w:rPr>
          <w:rFonts w:ascii="Arial" w:hAnsi="Arial" w:cs="Arial" w:eastAsia="Arial"/>
          <w:sz w:val="18"/>
          <w:szCs w:val="18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shall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have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answer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since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most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ex­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cellent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worthwhile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poet'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statement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true: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prope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stud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mankin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use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make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life?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6" w:after="0" w:line="369" w:lineRule="auto"/>
        <w:ind w:left="116" w:right="-45" w:firstLine="313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primar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effect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superio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cause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derive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excellence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possesses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achieve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happines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throug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himself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rathe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throug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causes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4"/>
        </w:rPr>
        <w:t>humanistic-it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ordere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divine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humanize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throug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self-awareness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measure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success.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Aristotle'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argument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tent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book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Nicomachean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Ethics: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38" w:after="0" w:line="368" w:lineRule="auto"/>
        <w:ind w:left="324" w:right="351" w:firstLine="4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But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hig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man;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insofa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live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so,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insofa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somethin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divine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present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him;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much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superio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composite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nature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activ­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superio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exercise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kin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virtue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If</w:t>
      </w:r>
      <w:r>
        <w:rPr>
          <w:rFonts w:ascii="Arial" w:hAnsi="Arial" w:cs="Arial" w:eastAsia="Arial"/>
          <w:sz w:val="18"/>
          <w:szCs w:val="18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reaso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divine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comparison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accordin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divine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compari­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son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But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must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follo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advise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us,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things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mortal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mortal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things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must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can,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make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ourselve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immortal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strai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nerve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accordance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best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;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small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bulk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more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powe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worth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surpas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everything.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69" w:lineRule="auto"/>
        <w:ind w:left="15" w:right="57" w:firstLine="313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these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premises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humanistic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studie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ofliberal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education.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w w:val="79"/>
          <w:i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w w:val="80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4"/>
          <w:i/>
        </w:rPr>
        <w:t>Orientatio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5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3"/>
          <w:i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4"/>
          <w:i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2"/>
          <w:i/>
        </w:rPr>
        <w:t>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2"/>
          <w:i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72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1"/>
          <w:i/>
        </w:rPr>
        <w:t>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2"/>
          <w:i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6"/>
          <w:i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7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8"/>
          <w:i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88" w:after="0" w:line="369" w:lineRule="auto"/>
        <w:ind w:left="4" w:right="62" w:firstLine="320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traditional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art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sig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originall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humanistic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rathe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followe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Aristotle'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doctrine.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Withi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quadrivium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especially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doctrine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confirmed;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astronom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music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principal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division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since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geom­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etr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ordere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arithmetic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latter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reasonable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suggest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astronom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prefiguratio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theo­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retical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generally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where</w:t>
      </w:r>
      <w:r>
        <w:rPr>
          <w:rFonts w:ascii="Times New Roman" w:hAnsi="Times New Roman" w:cs="Times New Roman" w:eastAsia="Times New Roman"/>
          <w:sz w:val="17"/>
          <w:szCs w:val="17"/>
          <w:spacing w:val="3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knowledge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since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star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do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somethin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abou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26"/>
        </w:rPr>
        <w:t>-w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25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onl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learn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about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star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certainl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seem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were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originally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thought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highe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immortal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vine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Furthermore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theoretical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studie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ultimatel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concerned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universe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whole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star-gazing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astronom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first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begi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apprehen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wonde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order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-1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image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astronomer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see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feet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because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lookin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up,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forcefull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sug­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gest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concern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highe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man.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0" w:after="0" w:line="193" w:lineRule="exact"/>
        <w:ind w:left="320" w:right="76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perhap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reaso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why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mechanics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interestin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" w:after="0" w:line="300" w:lineRule="atLeast"/>
        <w:ind w:left="15" w:right="72" w:firstLine="-4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arts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mechanics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geometr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applie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certai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problem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subluna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own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680" w:bottom="280" w:left="1080" w:right="1140"/>
          <w:cols w:num="2" w:equalWidth="0">
            <w:col w:w="3786" w:space="2423"/>
            <w:col w:w="381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887" w:right="-20"/>
        <w:jc w:val="left"/>
        <w:tabs>
          <w:tab w:pos="798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71"/>
        </w:rPr>
        <w:t>80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ab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"/>
        </w:rPr>
        <w:t>81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680" w:bottom="280" w:left="1080" w:right="1140"/>
        </w:sectPr>
      </w:pPr>
      <w:rPr/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1412" w:footer="0" w:top="1600" w:bottom="280" w:left="1080" w:right="1120"/>
          <w:headerReference w:type="default" r:id="rId11"/>
          <w:pgSz w:w="12240" w:h="15840"/>
        </w:sectPr>
      </w:pPr>
      <w:rPr/>
    </w:p>
    <w:p>
      <w:pPr>
        <w:spacing w:before="38" w:after="0" w:line="373" w:lineRule="auto"/>
        <w:ind w:left="120" w:right="-41" w:firstLine="4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w w:val="75"/>
        </w:rPr>
        <w:t>level</w:t>
      </w:r>
      <w:r>
        <w:rPr>
          <w:rFonts w:ascii="Times New Roman" w:hAnsi="Times New Roman" w:cs="Times New Roman" w:eastAsia="Times New Roman"/>
          <w:sz w:val="17"/>
          <w:szCs w:val="17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speak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expres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fundamental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orien­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mind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towar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man.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whethe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star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ancient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suppose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important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argument;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important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astronom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rathe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mechanic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art.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0" w:after="0" w:line="192" w:lineRule="exact"/>
        <w:ind w:left="423" w:right="-48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music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seem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71" w:lineRule="auto"/>
        <w:ind w:left="116" w:right="-49" w:firstLine="7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figure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practical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moral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sciences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concer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ordering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man'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inasmuc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music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imitate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passion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discover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arithmetic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applie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mu­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sical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tone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suggest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parallel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exist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withi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passions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themselves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thereb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suppos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inclination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affection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ordere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reaso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possible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un­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derstan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how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ough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ordered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However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fact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science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music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completel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theoretical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mode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suggests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basi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man'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moral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life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give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nature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rathe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in­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stitute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himsel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runs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against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first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manism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measure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things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well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against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corollary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beaut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onl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eye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beholder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Hence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intimate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connectio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observe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moral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relativism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denial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natural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musical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harmon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understand­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able: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vie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aki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other.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4" w:right="165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w w:val="66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7"/>
          <w:b/>
          <w:bCs/>
          <w:i/>
        </w:rPr>
        <w:t>Faile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7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67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7"/>
          <w:b/>
          <w:bCs/>
          <w:i/>
        </w:rPr>
        <w:t>Logic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67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66"/>
          <w:b/>
          <w:bCs/>
          <w:i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0"/>
          <w:b/>
          <w:bCs/>
          <w:i/>
        </w:rPr>
        <w:t>Humanism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96" w:after="0" w:line="371" w:lineRule="auto"/>
        <w:ind w:left="109" w:right="-42" w:firstLine="310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If,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therefore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measure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things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edu­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consist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primaril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humanistic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studies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phi­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losoph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particula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rightl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classe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amon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humanities.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Rather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Aristotle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argue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traditional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art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suggest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concerne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principall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bette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Now,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clusion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goin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take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argument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furthe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attac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somethin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concede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beforehand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0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highest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will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primaril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concerned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hypothetical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statement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quite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true.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most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excellent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beings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still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some­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passe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2"/>
        </w:rPr>
        <w:t>away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Therefore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must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explanator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cause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question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"Why?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"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first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foremost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case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being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come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pas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away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And,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point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fact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there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philosopher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even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192" w:lineRule="exact"/>
        <w:ind w:left="116" w:right="-35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amon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hol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supreme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being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does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spacing w:before="44" w:after="0" w:line="371" w:lineRule="auto"/>
        <w:ind w:left="22" w:right="65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k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need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explaine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doe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look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term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make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explanation.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0" w:after="0" w:line="371" w:lineRule="auto"/>
        <w:ind w:left="7" w:right="77" w:firstLine="318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Now,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these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explai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human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must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But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also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our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present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hypothesis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have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subhuman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Therefore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have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explaine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term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subhuma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rational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terms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sub-rational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furthermore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have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fully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explaine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terms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mean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could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final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analysis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anythin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essentiall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bette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3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non­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nonrational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consequence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gathere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from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testimon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philosopher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themselves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attempt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explai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huma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nature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term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subhuman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finall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sai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essentiall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different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rest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things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example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atomists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bot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ancient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modern,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hol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highe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simpl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combination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variou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simple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particles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essentiall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different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fro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bette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particle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made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see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als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evolutionar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philosophers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Darwin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example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hold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difference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betwee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specie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anothe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at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bottom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same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difference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betwee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variet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another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So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difference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hors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principle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same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difference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betwee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hors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another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Teilhar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Chardi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more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recent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example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point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5"/>
        </w:rPr>
        <w:t>view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And,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give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premises,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onl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reasonable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point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view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6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assume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otherwise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assume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effect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more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cause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put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together.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370" w:lineRule="auto"/>
        <w:ind w:right="94" w:firstLine="314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final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outcome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humanism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regar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difference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betwee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animal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ordinar­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il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conceive</w:t>
      </w:r>
      <w:r>
        <w:rPr>
          <w:rFonts w:ascii="Times New Roman" w:hAnsi="Times New Roman" w:cs="Times New Roman" w:eastAsia="Times New Roman"/>
          <w:sz w:val="17"/>
          <w:szCs w:val="17"/>
          <w:spacing w:val="3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illusion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Thus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all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reason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give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preeminence</w:t>
      </w:r>
      <w:r>
        <w:rPr>
          <w:rFonts w:ascii="Times New Roman" w:hAnsi="Times New Roman" w:cs="Times New Roman" w:eastAsia="Times New Roman"/>
          <w:sz w:val="17"/>
          <w:szCs w:val="17"/>
          <w:spacing w:val="2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humane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studie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finall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destroye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9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logic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humanism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itsel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upsho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that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eac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order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hi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own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particula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taste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or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what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currentl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fashionable,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no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longe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reason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preference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natures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object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studies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wonde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characterize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phi­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losophe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bee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replace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curiosity.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367" w:lineRule="auto"/>
        <w:ind w:left="4" w:right="94" w:firstLine="306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woul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25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2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mistake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course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attribute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22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mindless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disorde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moder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ba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divisio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curriculum.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However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those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who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attemptin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restore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some</w:t>
      </w:r>
      <w:r>
        <w:rPr>
          <w:rFonts w:ascii="Times New Roman" w:hAnsi="Times New Roman" w:cs="Times New Roman" w:eastAsia="Times New Roman"/>
          <w:sz w:val="17"/>
          <w:szCs w:val="17"/>
          <w:spacing w:val="3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6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usually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jc w:val="both"/>
        <w:spacing w:after="0"/>
        <w:sectPr>
          <w:type w:val="continuous"/>
          <w:pgSz w:w="12240" w:h="15840"/>
          <w:pgMar w:top="1680" w:bottom="280" w:left="1080" w:right="1120"/>
          <w:cols w:num="2" w:equalWidth="0">
            <w:col w:w="3792" w:space="2416"/>
            <w:col w:w="383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0" w:after="0" w:line="240" w:lineRule="auto"/>
        <w:ind w:left="1878" w:right="-20"/>
        <w:jc w:val="left"/>
        <w:tabs>
          <w:tab w:pos="796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Courier New" w:hAnsi="Courier New" w:cs="Courier New" w:eastAsia="Courier New"/>
          <w:sz w:val="16"/>
          <w:szCs w:val="16"/>
          <w:spacing w:val="0"/>
          <w:w w:val="76"/>
          <w:position w:val="1"/>
        </w:rPr>
        <w:t>82</w:t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16"/>
          <w:szCs w:val="16"/>
          <w:spacing w:val="0"/>
          <w:w w:val="100"/>
          <w:position w:val="1"/>
        </w:rPr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83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680" w:bottom="280" w:left="1080" w:right="11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8" w:after="0" w:line="371" w:lineRule="auto"/>
        <w:ind w:left="107" w:right="6188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65.723083pt;margin-top:49.349148pt;width:156.882706pt;height:21.5pt;mso-position-horizontal-relative:page;mso-position-vertical-relative:paragraph;z-index:-301" type="#_x0000_t202" filled="f" stroked="f">
            <v:textbox inset="0,0,0,0">
              <w:txbxContent>
                <w:p>
                  <w:pPr>
                    <w:spacing w:before="0" w:after="0" w:line="430" w:lineRule="exact"/>
                    <w:ind w:right="-105"/>
                    <w:jc w:val="left"/>
                    <w:rPr>
                      <w:rFonts w:ascii="Times New Roman" w:hAnsi="Times New Roman" w:cs="Times New Roman" w:eastAsia="Times New Roman"/>
                      <w:sz w:val="43"/>
                      <w:szCs w:val="43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43"/>
                      <w:szCs w:val="43"/>
                      <w:w w:val="80"/>
                      <w:b/>
                      <w:bCs/>
                    </w:rPr>
                    <w:t>Accreditin</w:t>
                  </w:r>
                  <w:r>
                    <w:rPr>
                      <w:rFonts w:ascii="Times New Roman" w:hAnsi="Times New Roman" w:cs="Times New Roman" w:eastAsia="Times New Roman"/>
                      <w:sz w:val="43"/>
                      <w:szCs w:val="43"/>
                      <w:w w:val="81"/>
                      <w:b/>
                      <w:bCs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43"/>
                      <w:szCs w:val="43"/>
                      <w:spacing w:val="-72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43"/>
                      <w:szCs w:val="43"/>
                      <w:spacing w:val="0"/>
                      <w:w w:val="83"/>
                      <w:b/>
                      <w:bCs/>
                    </w:rPr>
                    <w:t>Agencies</w:t>
                  </w:r>
                  <w:r>
                    <w:rPr>
                      <w:rFonts w:ascii="Times New Roman" w:hAnsi="Times New Roman" w:cs="Times New Roman" w:eastAsia="Times New Roman"/>
                      <w:sz w:val="43"/>
                      <w:szCs w:val="43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fail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realize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how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defective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understandin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matters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stand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3"/>
        </w:rPr>
        <w:t>way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4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alternative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"muddling-through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"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wholehearte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retur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olde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tradition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7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ofliberal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education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par­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ticularl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regard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nature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variou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disciplines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4" w:after="0" w:line="192" w:lineRule="exact"/>
        <w:ind w:left="104" w:right="6212"/>
        <w:jc w:val="both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pict>
          <v:group style="position:absolute;margin-left:366.276917pt;margin-top:22.184649pt;width:184.061539pt;height:.1pt;mso-position-horizontal-relative:page;mso-position-vertical-relative:paragraph;z-index:-302" coordorigin="7326,444" coordsize="3681,2">
            <v:shape style="position:absolute;left:7326;top:444;width:3681;height:2" coordorigin="7326,444" coordsize="3681,0" path="m7326,444l11007,444e" filled="f" stroked="t" strokeweight=".92307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2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thei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2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importance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82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2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2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orde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2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2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whic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  <w:position w:val="-1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2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  <w:position w:val="-1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  <w:position w:val="-1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  <w:position w:val="-1"/>
        </w:rPr>
        <w:t>are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  <w:position w:val="-1"/>
        </w:rPr>
        <w:t>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  <w:position w:val="-1"/>
        </w:rPr>
        <w:t>o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1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  <w:position w:val="-1"/>
        </w:rPr>
        <w:t>b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  <w:position w:val="-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  <w:position w:val="-1"/>
        </w:rPr>
        <w:t>learned.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8" w:after="0" w:line="363" w:lineRule="auto"/>
        <w:ind w:left="6229" w:right="51" w:firstLine="303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Thoma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Aquina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College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full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accredite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by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following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accreditin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g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agencies: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525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w w:val="85"/>
        </w:rPr>
        <w:t>America</w:t>
      </w:r>
      <w:r>
        <w:rPr>
          <w:rFonts w:ascii="Times New Roman" w:hAnsi="Times New Roman" w:cs="Times New Roman" w:eastAsia="Times New Roman"/>
          <w:sz w:val="17"/>
          <w:szCs w:val="17"/>
          <w:w w:val="86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Academ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y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8"/>
        </w:rPr>
        <w:t>for</w:t>
      </w:r>
      <w:r>
        <w:rPr>
          <w:rFonts w:ascii="Times New Roman" w:hAnsi="Times New Roman" w:cs="Times New Roman" w:eastAsia="Times New Roman"/>
          <w:sz w:val="17"/>
          <w:szCs w:val="17"/>
          <w:spacing w:val="-11"/>
          <w:w w:val="8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Liberal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9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9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8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AALE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547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1710</w:t>
      </w:r>
      <w:r>
        <w:rPr>
          <w:rFonts w:ascii="Times New Roman" w:hAnsi="Times New Roman" w:cs="Times New Roman" w:eastAsia="Times New Roman"/>
          <w:sz w:val="17"/>
          <w:szCs w:val="17"/>
          <w:spacing w:val="10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Rhode</w:t>
      </w:r>
      <w:r>
        <w:rPr>
          <w:rFonts w:ascii="Times New Roman" w:hAnsi="Times New Roman" w:cs="Times New Roman" w:eastAsia="Times New Roman"/>
          <w:sz w:val="17"/>
          <w:szCs w:val="17"/>
          <w:spacing w:val="27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Islan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Avenue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7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NW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532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4t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h</w:t>
      </w:r>
      <w:r>
        <w:rPr>
          <w:rFonts w:ascii="Times New Roman" w:hAnsi="Times New Roman" w:cs="Times New Roman" w:eastAsia="Times New Roman"/>
          <w:sz w:val="17"/>
          <w:szCs w:val="17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Floor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auto"/>
        <w:ind w:left="6536" w:right="2074" w:firstLine="-15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Washington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D.C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7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77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20036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(202)</w:t>
      </w:r>
      <w:r>
        <w:rPr>
          <w:rFonts w:ascii="Times New Roman" w:hAnsi="Times New Roman" w:cs="Times New Roman" w:eastAsia="Times New Roman"/>
          <w:sz w:val="17"/>
          <w:szCs w:val="17"/>
          <w:spacing w:val="2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452-8611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521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w w:val="85"/>
        </w:rPr>
        <w:t>Wester</w:t>
      </w:r>
      <w:r>
        <w:rPr>
          <w:rFonts w:ascii="Times New Roman" w:hAnsi="Times New Roman" w:cs="Times New Roman" w:eastAsia="Times New Roman"/>
          <w:sz w:val="17"/>
          <w:szCs w:val="17"/>
          <w:w w:val="86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Associatio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</w:rPr>
        <w:t>of</w:t>
      </w:r>
      <w:r>
        <w:rPr>
          <w:rFonts w:ascii="Times New Roman" w:hAnsi="Times New Roman" w:cs="Times New Roman" w:eastAsia="Times New Roman"/>
          <w:sz w:val="17"/>
          <w:szCs w:val="17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School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8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College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WASC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4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528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w w:val="84"/>
        </w:rPr>
        <w:t>985</w:t>
      </w:r>
      <w:r>
        <w:rPr>
          <w:rFonts w:ascii="Times New Roman" w:hAnsi="Times New Roman" w:cs="Times New Roman" w:eastAsia="Times New Roman"/>
          <w:sz w:val="17"/>
          <w:szCs w:val="17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2"/>
        </w:rPr>
        <w:t>Atlantic</w:t>
      </w:r>
      <w:r>
        <w:rPr>
          <w:rFonts w:ascii="Times New Roman" w:hAnsi="Times New Roman" w:cs="Times New Roman" w:eastAsia="Times New Roman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</w:rPr>
        <w:t>Avenue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9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Suite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auto"/>
        <w:ind w:left="6536" w:right="2313" w:firstLine="-15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Alameda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,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0"/>
        </w:rPr>
        <w:t>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94501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(510)</w:t>
      </w:r>
      <w:r>
        <w:rPr>
          <w:rFonts w:ascii="Times New Roman" w:hAnsi="Times New Roman" w:cs="Times New Roman" w:eastAsia="Times New Roman"/>
          <w:sz w:val="17"/>
          <w:szCs w:val="17"/>
          <w:spacing w:val="6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748-9001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876" w:right="-20"/>
        <w:jc w:val="left"/>
        <w:tabs>
          <w:tab w:pos="796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>84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  <w:t>85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sectPr>
      <w:pgMar w:header="1350" w:footer="0" w:top="1560" w:bottom="280" w:left="1100" w:right="1120"/>
      <w:headerReference w:type="default" r:id="rId12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ourier New">
    <w:charset w:val="0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5.406616pt;margin-top:75.393654pt;width:42.565492pt;height:9pt;mso-position-horizontal-relative:page;mso-position-vertical-relative:page;z-index:-303" type="#_x0000_t202" filled="f" stroked="f">
          <v:textbox inset="0,0,0,0">
            <w:txbxContent>
              <w:p>
                <w:pPr>
                  <w:spacing w:before="2" w:after="0" w:line="240" w:lineRule="auto"/>
                  <w:ind w:left="20" w:right="-41"/>
                  <w:jc w:val="left"/>
                  <w:rPr>
                    <w:rFonts w:ascii="Times New Roman" w:hAnsi="Times New Roman" w:cs="Times New Roman" w:eastAsia="Times New Roman"/>
                    <w:sz w:val="14"/>
                    <w:szCs w:val="1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REFLECTIONS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8.883911pt;margin-top:76.622536pt;width:88.12104pt;height:9pt;mso-position-horizontal-relative:page;mso-position-vertical-relative:page;z-index:-302" type="#_x0000_t202" filled="f" stroked="f">
          <v:textbox inset="0,0,0,0">
            <w:txbxContent>
              <w:p>
                <w:pPr>
                  <w:spacing w:before="2" w:after="0" w:line="240" w:lineRule="auto"/>
                  <w:ind w:left="20" w:right="-41"/>
                  <w:jc w:val="left"/>
                  <w:rPr>
                    <w:rFonts w:ascii="Times New Roman" w:hAnsi="Times New Roman" w:cs="Times New Roman" w:eastAsia="Times New Roman"/>
                    <w:sz w:val="14"/>
                    <w:szCs w:val="1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THOMA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5"/>
                    <w:w w:val="8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AQ1JlNA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11"/>
                    <w:w w:val="8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COLLEGE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.759033pt;margin-top:76.161415pt;width:89.344199pt;height:9pt;mso-position-horizontal-relative:page;mso-position-vertical-relative:page;z-index:-301" type="#_x0000_t202" filled="f" stroked="f">
          <v:textbox inset="0,0,0,0">
            <w:txbxContent>
              <w:p>
                <w:pPr>
                  <w:spacing w:before="2" w:after="0" w:line="240" w:lineRule="auto"/>
                  <w:ind w:left="20" w:right="-41"/>
                  <w:jc w:val="left"/>
                  <w:rPr>
                    <w:rFonts w:ascii="Arial" w:hAnsi="Arial" w:cs="Arial" w:eastAsia="Arial"/>
                    <w:sz w:val="14"/>
                    <w:szCs w:val="14"/>
                  </w:rPr>
                </w:pPr>
                <w:rPr/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7"/>
                  </w:rPr>
                  <w:t>THOMAS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22"/>
                    <w:w w:val="87"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7"/>
                  </w:rPr>
                  <w:t>AQ!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7"/>
                  </w:rPr>
                  <w:t>)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7"/>
                  </w:rPr>
                  <w:t>INAS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7"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2"/>
                    <w:w w:val="87"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7"/>
                  </w:rPr>
                  <w:t>COLLEGE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6.985535pt;margin-top:76.161415pt;width:42.635142pt;height:9pt;mso-position-horizontal-relative:page;mso-position-vertical-relative:page;z-index:-300" type="#_x0000_t202" filled="f" stroked="f">
          <v:textbox inset="0,0,0,0">
            <w:txbxContent>
              <w:p>
                <w:pPr>
                  <w:spacing w:before="2" w:after="0" w:line="240" w:lineRule="auto"/>
                  <w:ind w:left="20" w:right="-41"/>
                  <w:jc w:val="left"/>
                  <w:rPr>
                    <w:rFonts w:ascii="Arial" w:hAnsi="Arial" w:cs="Arial" w:eastAsia="Arial"/>
                    <w:sz w:val="14"/>
                    <w:szCs w:val="14"/>
                  </w:rPr>
                </w:pPr>
                <w:rPr/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2"/>
                  </w:rPr>
                  <w:t>REFLECTIONS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.390358pt;margin-top:74.566818pt;width:89.484423pt;height:9.5pt;mso-position-horizontal-relative:page;mso-position-vertical-relative:page;z-index:-299" type="#_x0000_t202" filled="f" stroked="f">
          <v:textbox inset="0,0,0,0">
            <w:txbxContent>
              <w:p>
                <w:pPr>
                  <w:spacing w:before="0" w:after="0" w:line="240" w:lineRule="auto"/>
                  <w:ind w:left="20" w:right="-43"/>
                  <w:jc w:val="left"/>
                  <w:rPr>
                    <w:rFonts w:ascii="Times New Roman" w:hAnsi="Times New Roman" w:cs="Times New Roman" w:eastAsia="Times New Roman"/>
                    <w:sz w:val="15"/>
                    <w:szCs w:val="15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5"/>
                    <w:szCs w:val="15"/>
                    <w:spacing w:val="0"/>
                    <w:w w:val="82"/>
                  </w:rPr>
                  <w:t>THOMA</w:t>
                </w:r>
                <w:r>
                  <w:rPr>
                    <w:rFonts w:ascii="Times New Roman" w:hAnsi="Times New Roman" w:cs="Times New Roman" w:eastAsia="Times New Roman"/>
                    <w:sz w:val="15"/>
                    <w:szCs w:val="15"/>
                    <w:spacing w:val="0"/>
                    <w:w w:val="82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5"/>
                    <w:szCs w:val="15"/>
                    <w:spacing w:val="27"/>
                    <w:w w:val="82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5"/>
                    <w:szCs w:val="15"/>
                    <w:spacing w:val="0"/>
                    <w:w w:val="82"/>
                  </w:rPr>
                  <w:t>AQ!JINAS</w:t>
                </w:r>
                <w:r>
                  <w:rPr>
                    <w:rFonts w:ascii="Times New Roman" w:hAnsi="Times New Roman" w:cs="Times New Roman" w:eastAsia="Times New Roman"/>
                    <w:sz w:val="15"/>
                    <w:szCs w:val="15"/>
                    <w:spacing w:val="30"/>
                    <w:w w:val="82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5"/>
                    <w:szCs w:val="15"/>
                    <w:spacing w:val="0"/>
                    <w:w w:val="82"/>
                  </w:rPr>
                  <w:t>COLLEGE</w:t>
                </w:r>
                <w:r>
                  <w:rPr>
                    <w:rFonts w:ascii="Times New Roman" w:hAnsi="Times New Roman" w:cs="Times New Roman" w:eastAsia="Times New Roman"/>
                    <w:sz w:val="15"/>
                    <w:szCs w:val="15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7.354218pt;margin-top:75.182655pt;width:42.965152pt;height:9.5pt;mso-position-horizontal-relative:page;mso-position-vertical-relative:page;z-index:-298" type="#_x0000_t202" filled="f" stroked="f">
          <v:textbox inset="0,0,0,0">
            <w:txbxContent>
              <w:p>
                <w:pPr>
                  <w:spacing w:before="0" w:after="0" w:line="240" w:lineRule="auto"/>
                  <w:ind w:left="20" w:right="-43"/>
                  <w:jc w:val="left"/>
                  <w:rPr>
                    <w:rFonts w:ascii="Times New Roman" w:hAnsi="Times New Roman" w:cs="Times New Roman" w:eastAsia="Times New Roman"/>
                    <w:sz w:val="15"/>
                    <w:szCs w:val="15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5"/>
                    <w:szCs w:val="15"/>
                    <w:spacing w:val="0"/>
                    <w:w w:val="81"/>
                  </w:rPr>
                  <w:t>REFLECTIONS</w:t>
                </w:r>
                <w:r>
                  <w:rPr>
                    <w:rFonts w:ascii="Times New Roman" w:hAnsi="Times New Roman" w:cs="Times New Roman" w:eastAsia="Times New Roman"/>
                    <w:sz w:val="15"/>
                    <w:szCs w:val="15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6.510986pt;margin-top:71.974831pt;width:43.124722pt;height:9pt;mso-position-horizontal-relative:page;mso-position-vertical-relative:page;z-index:-297" type="#_x0000_t202" filled="f" stroked="f">
          <v:textbox inset="0,0,0,0">
            <w:txbxContent>
              <w:p>
                <w:pPr>
                  <w:spacing w:before="2" w:after="0" w:line="240" w:lineRule="auto"/>
                  <w:ind w:left="20" w:right="-41"/>
                  <w:jc w:val="left"/>
                  <w:rPr>
                    <w:rFonts w:ascii="Arial" w:hAnsi="Arial" w:cs="Arial" w:eastAsia="Arial"/>
                    <w:sz w:val="14"/>
                    <w:szCs w:val="14"/>
                  </w:rPr>
                </w:pPr>
                <w:rPr/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3"/>
                  </w:rPr>
                  <w:t>REFLECTIONS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.227371pt;margin-top:72.589211pt;width:89.468391pt;height:9pt;mso-position-horizontal-relative:page;mso-position-vertical-relative:page;z-index:-296" type="#_x0000_t202" filled="f" stroked="f">
          <v:textbox inset="0,0,0,0">
            <w:txbxContent>
              <w:p>
                <w:pPr>
                  <w:spacing w:before="2" w:after="0" w:line="240" w:lineRule="auto"/>
                  <w:ind w:left="20" w:right="-41"/>
                  <w:jc w:val="left"/>
                  <w:rPr>
                    <w:rFonts w:ascii="Arial" w:hAnsi="Arial" w:cs="Arial" w:eastAsia="Arial"/>
                    <w:sz w:val="14"/>
                    <w:szCs w:val="14"/>
                  </w:rPr>
                </w:pPr>
                <w:rPr/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6"/>
                  </w:rPr>
                  <w:t>THOMAS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29"/>
                    <w:w w:val="86"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6"/>
                  </w:rPr>
                  <w:t>AQVINAS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6"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3"/>
                    <w:w w:val="86"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6"/>
                  </w:rPr>
                  <w:t>COLLEGE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.369232pt;margin-top:69.942726pt;width:88.541417pt;height:9pt;mso-position-horizontal-relative:page;mso-position-vertical-relative:page;z-index:-295" type="#_x0000_t202" filled="f" stroked="f">
          <v:textbox inset="0,0,0,0">
            <w:txbxContent>
              <w:p>
                <w:pPr>
                  <w:spacing w:before="2" w:after="0" w:line="240" w:lineRule="auto"/>
                  <w:ind w:left="20" w:right="-41"/>
                  <w:jc w:val="left"/>
                  <w:rPr>
                    <w:rFonts w:ascii="Times New Roman" w:hAnsi="Times New Roman" w:cs="Times New Roman" w:eastAsia="Times New Roman"/>
                    <w:sz w:val="14"/>
                    <w:szCs w:val="1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THOMA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7"/>
                    <w:w w:val="8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AQ1JINAS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10"/>
                    <w:w w:val="8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6"/>
                  </w:rPr>
                  <w:t>COLLEGE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36.538452pt;margin-top:70.251503pt;width:42.099222pt;height:9pt;mso-position-horizontal-relative:page;mso-position-vertical-relative:page;z-index:-294" type="#_x0000_t202" filled="f" stroked="f">
          <v:textbox inset="0,0,0,0">
            <w:txbxContent>
              <w:p>
                <w:pPr>
                  <w:spacing w:before="2" w:after="0" w:line="240" w:lineRule="auto"/>
                  <w:ind w:left="20" w:right="-41"/>
                  <w:jc w:val="left"/>
                  <w:rPr>
                    <w:rFonts w:ascii="Times New Roman" w:hAnsi="Times New Roman" w:cs="Times New Roman" w:eastAsia="Times New Roman"/>
                    <w:sz w:val="14"/>
                    <w:szCs w:val="1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85"/>
                  </w:rPr>
                  <w:t>REFLECTIONS</w:t>
                </w:r>
                <w:r>
                  <w:rPr>
                    <w:rFonts w:ascii="Times New Roman" w:hAnsi="Times New Roman" w:cs="Times New Roman" w:eastAsia="Times New Roman"/>
                    <w:sz w:val="14"/>
                    <w:szCs w:val="1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7.738464pt;margin-top:66.506752pt;width:89.980443pt;height:9pt;mso-position-horizontal-relative:page;mso-position-vertical-relative:page;z-index:-293" type="#_x0000_t202" filled="f" stroked="f">
          <v:textbox inset="0,0,0,0">
            <w:txbxContent>
              <w:p>
                <w:pPr>
                  <w:spacing w:before="2" w:after="0" w:line="240" w:lineRule="auto"/>
                  <w:ind w:left="20" w:right="-41"/>
                  <w:jc w:val="left"/>
                  <w:rPr>
                    <w:rFonts w:ascii="Arial" w:hAnsi="Arial" w:cs="Arial" w:eastAsia="Arial"/>
                    <w:sz w:val="14"/>
                    <w:szCs w:val="14"/>
                  </w:rPr>
                </w:pPr>
                <w:rPr/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6"/>
                  </w:rPr>
                  <w:t>THOMAS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6"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3"/>
                    <w:w w:val="86"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6"/>
                  </w:rPr>
                  <w:t>AQ\JINAS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20"/>
                    <w:w w:val="86"/>
                  </w:rPr>
                  <w:t> 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86"/>
                  </w:rPr>
                  <w:t>COLLEGE</w:t>
                </w:r>
                <w:r>
                  <w:rPr>
                    <w:rFonts w:ascii="Arial" w:hAnsi="Arial" w:cs="Arial" w:eastAsia="Arial"/>
                    <w:sz w:val="14"/>
                    <w:szCs w:val="14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header" Target="head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2011-04-27T09:46:17Z</dcterms:created>
  <dcterms:modified xsi:type="dcterms:W3CDTF">2011-04-27T09:46:17Z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2011-04-24T00:00:00Z</vt:filetime>
  </property>
  <property fmtid="{D5CDD505-2E9C-101B-9397-08002B2CF9AE}" pid="3" name="LastSaved">
    <vt:filetime>2011-04-27T00:00:00Z</vt:filetime>
  </property>
</Properties>
</file>